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35DF" w14:textId="370EB9CE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EF34F2">
        <w:rPr>
          <w:rFonts w:eastAsia="Times New Roman" w:cs="Times New Roman"/>
          <w:lang w:eastAsia="cs-CZ"/>
        </w:rPr>
        <w:t>1</w:t>
      </w:r>
      <w:r w:rsidR="000D5478">
        <w:rPr>
          <w:rFonts w:eastAsia="Times New Roman" w:cs="Times New Roman"/>
          <w:lang w:eastAsia="cs-CZ"/>
        </w:rPr>
        <w:t>1</w:t>
      </w:r>
      <w:r>
        <w:rPr>
          <w:rFonts w:eastAsia="Times New Roman" w:cs="Times New Roman"/>
          <w:lang w:eastAsia="cs-CZ"/>
        </w:rPr>
        <w:t xml:space="preserve"> </w:t>
      </w:r>
      <w:r w:rsidR="006B1150">
        <w:rPr>
          <w:lang w:eastAsia="cs-CZ"/>
        </w:rPr>
        <w:t>z</w:t>
      </w:r>
      <w:r w:rsidR="00645A29">
        <w:rPr>
          <w:lang w:eastAsia="cs-CZ"/>
        </w:rPr>
        <w:t>adávací dokumentace</w:t>
      </w:r>
    </w:p>
    <w:p w14:paraId="3E278181" w14:textId="609114F1" w:rsidR="003C4FBB" w:rsidRDefault="00C3471C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Seznam členů realizačního týmu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3B53774B" w14:textId="77777777" w:rsidR="00E2230B" w:rsidRPr="00287654" w:rsidRDefault="00E2230B" w:rsidP="00E2230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0C1446ED" w14:textId="77777777" w:rsidR="00E2230B" w:rsidRPr="00A035EA" w:rsidRDefault="00E2230B" w:rsidP="00E2230B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Pr="004F79FF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4F79FF">
        <w:rPr>
          <w:highlight w:val="green"/>
          <w:lang w:eastAsia="cs-CZ"/>
        </w:rPr>
        <w:t>]</w:t>
      </w:r>
    </w:p>
    <w:p w14:paraId="00F19AF0" w14:textId="77777777" w:rsidR="00E2230B" w:rsidRPr="00A035EA" w:rsidRDefault="00E2230B" w:rsidP="00E2230B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Pr="004F79FF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4F79FF">
        <w:rPr>
          <w:highlight w:val="green"/>
          <w:lang w:eastAsia="cs-CZ"/>
        </w:rPr>
        <w:t>]</w:t>
      </w:r>
    </w:p>
    <w:p w14:paraId="4FD19C70" w14:textId="77777777" w:rsidR="00E2230B" w:rsidRPr="00A035EA" w:rsidRDefault="00E2230B" w:rsidP="00E2230B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Pr="004F79FF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4F79FF">
        <w:rPr>
          <w:highlight w:val="green"/>
          <w:lang w:eastAsia="cs-CZ"/>
        </w:rPr>
        <w:t>]</w:t>
      </w:r>
    </w:p>
    <w:p w14:paraId="376B57D2" w14:textId="77777777" w:rsidR="00E2230B" w:rsidRPr="00A035EA" w:rsidRDefault="00E2230B" w:rsidP="00E2230B">
      <w:pPr>
        <w:pStyle w:val="Identifikace"/>
      </w:pPr>
      <w:r w:rsidRPr="00A035EA">
        <w:t>Zastoupen</w:t>
      </w:r>
      <w:r w:rsidRPr="00A035EA">
        <w:tab/>
      </w:r>
      <w:r w:rsidRPr="004F79FF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4F79FF">
        <w:rPr>
          <w:highlight w:val="green"/>
        </w:rPr>
        <w:t>]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34C396FC" w:rsidR="003C4FBB" w:rsidRDefault="003C4FBB" w:rsidP="00097E08">
      <w:pPr>
        <w:spacing w:after="120" w:line="276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</w:t>
      </w:r>
      <w:r w:rsidRPr="006B1150">
        <w:rPr>
          <w:rFonts w:eastAsia="Times New Roman" w:cs="Times New Roman"/>
          <w:lang w:eastAsia="cs-CZ"/>
        </w:rPr>
        <w:t xml:space="preserve">sektorovou veřejnou zakázku s názvem </w:t>
      </w:r>
      <w:bookmarkStart w:id="0" w:name="_Toc403053768"/>
      <w:r w:rsidRPr="006B1150">
        <w:rPr>
          <w:rFonts w:eastAsia="Times New Roman" w:cs="Times New Roman"/>
          <w:b/>
          <w:lang w:eastAsia="cs-CZ"/>
        </w:rPr>
        <w:t>„</w:t>
      </w:r>
      <w:bookmarkEnd w:id="0"/>
      <w:r w:rsidR="00EF34F2">
        <w:rPr>
          <w:rFonts w:eastAsia="Times New Roman" w:cs="Times New Roman"/>
          <w:b/>
          <w:lang w:eastAsia="cs-CZ"/>
        </w:rPr>
        <w:t>Segmentace sítě</w:t>
      </w:r>
      <w:r w:rsidR="00C3471C" w:rsidRPr="006B1150">
        <w:rPr>
          <w:rFonts w:eastAsia="Times New Roman" w:cs="Times New Roman"/>
          <w:b/>
          <w:lang w:eastAsia="cs-CZ"/>
        </w:rPr>
        <w:t xml:space="preserve">“, č.j. </w:t>
      </w:r>
      <w:r w:rsidR="004F79FF">
        <w:rPr>
          <w:rFonts w:eastAsia="Times New Roman" w:cs="Times New Roman"/>
          <w:b/>
          <w:lang w:eastAsia="cs-CZ"/>
        </w:rPr>
        <w:t>65403/2025-SŽ-GŘ-O25</w:t>
      </w:r>
      <w:r w:rsidRPr="006B1150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</w:t>
      </w:r>
      <w:r w:rsidR="00C3471C">
        <w:rPr>
          <w:rFonts w:eastAsia="Times New Roman" w:cs="Times New Roman"/>
          <w:lang w:eastAsia="cs-CZ"/>
        </w:rPr>
        <w:t>níže předkládá seznam členů realizačního týmu, kteří se budou na plnění předmětu veřejné zakázky podílet</w:t>
      </w:r>
      <w:r w:rsidR="00E04F11">
        <w:rPr>
          <w:rFonts w:eastAsia="Times New Roman" w:cs="Times New Roman"/>
          <w:lang w:eastAsia="cs-CZ"/>
        </w:rPr>
        <w:t>: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8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5"/>
        <w:gridCol w:w="4111"/>
      </w:tblGrid>
      <w:tr w:rsidR="00104300" w14:paraId="38D85DF3" w14:textId="77777777" w:rsidTr="001043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6CFAF384" w14:textId="7C245E43" w:rsidR="00104300" w:rsidRDefault="00104300" w:rsidP="00104300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Pozice člena realizačního týmu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14:paraId="724FDA6C" w14:textId="7786F65C" w:rsidR="00104300" w:rsidRDefault="00104300" w:rsidP="00104300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Jméno a příjmení</w:t>
            </w:r>
          </w:p>
        </w:tc>
      </w:tr>
      <w:tr w:rsidR="00104300" w14:paraId="2DCD577F" w14:textId="77777777" w:rsidTr="0010430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5" w:type="dxa"/>
            <w:vAlign w:val="center"/>
          </w:tcPr>
          <w:p w14:paraId="5F9912A9" w14:textId="26FD06E2" w:rsidR="00104300" w:rsidRPr="00AA3ACF" w:rsidRDefault="00104300" w:rsidP="00104300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AA3ACF">
              <w:rPr>
                <w:rFonts w:eastAsia="Times New Roman" w:cs="Times New Roman"/>
                <w:b/>
                <w:bCs/>
                <w:spacing w:val="-6"/>
                <w:lang w:eastAsia="cs-CZ"/>
              </w:rPr>
              <w:t xml:space="preserve">Vedoucí realizačního týmu a garant </w:t>
            </w:r>
            <w:r>
              <w:rPr>
                <w:rFonts w:eastAsia="Times New Roman" w:cs="Times New Roman"/>
                <w:b/>
                <w:bCs/>
                <w:spacing w:val="-6"/>
                <w:lang w:eastAsia="cs-CZ"/>
              </w:rPr>
              <w:t>řešení segmentace (PM)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  <w:vAlign w:val="center"/>
          </w:tcPr>
          <w:p w14:paraId="0E6DC001" w14:textId="77777777" w:rsidR="00104300" w:rsidRDefault="00104300" w:rsidP="00104300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104300" w14:paraId="34977EE0" w14:textId="77777777" w:rsidTr="0010430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5" w:type="dxa"/>
            <w:vAlign w:val="center"/>
          </w:tcPr>
          <w:p w14:paraId="39A278EE" w14:textId="7DD552AF" w:rsidR="00104300" w:rsidRPr="00AA3ACF" w:rsidRDefault="00104300" w:rsidP="00104300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spacing w:val="-6"/>
                <w:lang w:eastAsia="cs-CZ"/>
              </w:rPr>
              <w:t xml:space="preserve">Seniorní systémový produktový inženýr, specialista NGFW a nástroje pro jeho správu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  <w:vAlign w:val="center"/>
          </w:tcPr>
          <w:p w14:paraId="29061B7A" w14:textId="77777777" w:rsidR="00104300" w:rsidRDefault="00104300" w:rsidP="00104300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104300" w14:paraId="3E6FB5E4" w14:textId="77777777" w:rsidTr="0010430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5" w:type="dxa"/>
            <w:vAlign w:val="center"/>
          </w:tcPr>
          <w:p w14:paraId="091829DF" w14:textId="3991ABD5" w:rsidR="00104300" w:rsidRPr="00AA3ACF" w:rsidRDefault="00104300" w:rsidP="00104300">
            <w:pPr>
              <w:suppressAutoHyphens/>
              <w:spacing w:line="216" w:lineRule="auto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spacing w:val="-6"/>
                <w:lang w:eastAsia="cs-CZ"/>
              </w:rPr>
              <w:t xml:space="preserve">Systémový analytik provádějící analýzu sítě SŽ a návrh řešení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  <w:vAlign w:val="center"/>
          </w:tcPr>
          <w:p w14:paraId="7F0B0F9F" w14:textId="77777777" w:rsidR="00104300" w:rsidRDefault="00104300" w:rsidP="00104300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104300" w14:paraId="7993520A" w14:textId="77777777" w:rsidTr="0010430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vAlign w:val="center"/>
          </w:tcPr>
          <w:p w14:paraId="6B94CFA1" w14:textId="67AA470B" w:rsidR="00104300" w:rsidRPr="00EF34F2" w:rsidRDefault="00104300" w:rsidP="00104300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EF34F2">
              <w:rPr>
                <w:rFonts w:eastAsia="Times New Roman" w:cs="Times New Roman"/>
                <w:spacing w:val="-6"/>
                <w:lang w:eastAsia="cs-CZ"/>
              </w:rPr>
              <w:t>Systémový analytik provádějící analýzu sítě SŽ a návrh řešení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s přihlédnutím k otázce kybernetické bezpečnosti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vAlign w:val="center"/>
          </w:tcPr>
          <w:p w14:paraId="46EE333F" w14:textId="77777777" w:rsidR="00104300" w:rsidRDefault="00104300" w:rsidP="00104300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114EC095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53EDD30" w14:textId="77777777" w:rsidR="006B1150" w:rsidRDefault="006B1150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2A6DDC43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868A9" w14:textId="77777777" w:rsidR="000E506B" w:rsidRDefault="000E506B" w:rsidP="00962258">
      <w:pPr>
        <w:spacing w:after="0" w:line="240" w:lineRule="auto"/>
      </w:pPr>
      <w:r>
        <w:separator/>
      </w:r>
    </w:p>
  </w:endnote>
  <w:endnote w:type="continuationSeparator" w:id="0">
    <w:p w14:paraId="7DAC48E5" w14:textId="77777777" w:rsidR="000E506B" w:rsidRDefault="000E506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B017D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F7255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C109D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BA3BB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80AC5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A9A02" w14:textId="77777777" w:rsidR="000E506B" w:rsidRDefault="000E506B" w:rsidP="00962258">
      <w:pPr>
        <w:spacing w:after="0" w:line="240" w:lineRule="auto"/>
      </w:pPr>
      <w:r>
        <w:separator/>
      </w:r>
    </w:p>
  </w:footnote>
  <w:footnote w:type="continuationSeparator" w:id="0">
    <w:p w14:paraId="01316ACD" w14:textId="77777777" w:rsidR="000E506B" w:rsidRDefault="000E506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47FCB" w14:textId="7BA69154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58D4ED75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051384A9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69435294">
    <w:abstractNumId w:val="2"/>
  </w:num>
  <w:num w:numId="2" w16cid:durableId="1706057736">
    <w:abstractNumId w:val="1"/>
  </w:num>
  <w:num w:numId="3" w16cid:durableId="3828747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236423">
    <w:abstractNumId w:val="7"/>
  </w:num>
  <w:num w:numId="5" w16cid:durableId="1919484535">
    <w:abstractNumId w:val="3"/>
  </w:num>
  <w:num w:numId="6" w16cid:durableId="2076126703">
    <w:abstractNumId w:val="4"/>
  </w:num>
  <w:num w:numId="7" w16cid:durableId="1983191070">
    <w:abstractNumId w:val="0"/>
  </w:num>
  <w:num w:numId="8" w16cid:durableId="2095667989">
    <w:abstractNumId w:val="5"/>
  </w:num>
  <w:num w:numId="9" w16cid:durableId="14847395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8902775">
    <w:abstractNumId w:val="4"/>
  </w:num>
  <w:num w:numId="11" w16cid:durableId="1947540793">
    <w:abstractNumId w:val="1"/>
  </w:num>
  <w:num w:numId="12" w16cid:durableId="1193805875">
    <w:abstractNumId w:val="4"/>
  </w:num>
  <w:num w:numId="13" w16cid:durableId="514149669">
    <w:abstractNumId w:val="4"/>
  </w:num>
  <w:num w:numId="14" w16cid:durableId="430857591">
    <w:abstractNumId w:val="4"/>
  </w:num>
  <w:num w:numId="15" w16cid:durableId="1103067127">
    <w:abstractNumId w:val="4"/>
  </w:num>
  <w:num w:numId="16" w16cid:durableId="1302734060">
    <w:abstractNumId w:val="8"/>
  </w:num>
  <w:num w:numId="17" w16cid:durableId="1286884499">
    <w:abstractNumId w:val="2"/>
  </w:num>
  <w:num w:numId="18" w16cid:durableId="702286714">
    <w:abstractNumId w:val="8"/>
  </w:num>
  <w:num w:numId="19" w16cid:durableId="399059914">
    <w:abstractNumId w:val="8"/>
  </w:num>
  <w:num w:numId="20" w16cid:durableId="353658331">
    <w:abstractNumId w:val="8"/>
  </w:num>
  <w:num w:numId="21" w16cid:durableId="841121103">
    <w:abstractNumId w:val="8"/>
  </w:num>
  <w:num w:numId="22" w16cid:durableId="558980124">
    <w:abstractNumId w:val="4"/>
  </w:num>
  <w:num w:numId="23" w16cid:durableId="1119033348">
    <w:abstractNumId w:val="1"/>
  </w:num>
  <w:num w:numId="24" w16cid:durableId="696321326">
    <w:abstractNumId w:val="4"/>
  </w:num>
  <w:num w:numId="25" w16cid:durableId="787699444">
    <w:abstractNumId w:val="4"/>
  </w:num>
  <w:num w:numId="26" w16cid:durableId="1130704408">
    <w:abstractNumId w:val="4"/>
  </w:num>
  <w:num w:numId="27" w16cid:durableId="1476098464">
    <w:abstractNumId w:val="4"/>
  </w:num>
  <w:num w:numId="28" w16cid:durableId="2031951537">
    <w:abstractNumId w:val="8"/>
  </w:num>
  <w:num w:numId="29" w16cid:durableId="1475878174">
    <w:abstractNumId w:val="2"/>
  </w:num>
  <w:num w:numId="30" w16cid:durableId="370225215">
    <w:abstractNumId w:val="8"/>
  </w:num>
  <w:num w:numId="31" w16cid:durableId="33895810">
    <w:abstractNumId w:val="8"/>
  </w:num>
  <w:num w:numId="32" w16cid:durableId="385682534">
    <w:abstractNumId w:val="8"/>
  </w:num>
  <w:num w:numId="33" w16cid:durableId="205279848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30F7E"/>
    <w:rsid w:val="00033333"/>
    <w:rsid w:val="0003686C"/>
    <w:rsid w:val="00044EE0"/>
    <w:rsid w:val="00072C1E"/>
    <w:rsid w:val="00075952"/>
    <w:rsid w:val="000810D4"/>
    <w:rsid w:val="00097E08"/>
    <w:rsid w:val="000A78E3"/>
    <w:rsid w:val="000B6CE6"/>
    <w:rsid w:val="000D5478"/>
    <w:rsid w:val="000E23A7"/>
    <w:rsid w:val="000E506B"/>
    <w:rsid w:val="00104300"/>
    <w:rsid w:val="0010693F"/>
    <w:rsid w:val="00114472"/>
    <w:rsid w:val="001550BC"/>
    <w:rsid w:val="001605B9"/>
    <w:rsid w:val="00163346"/>
    <w:rsid w:val="00170EC5"/>
    <w:rsid w:val="001747C1"/>
    <w:rsid w:val="00184743"/>
    <w:rsid w:val="00185FD9"/>
    <w:rsid w:val="00192A92"/>
    <w:rsid w:val="001A20B5"/>
    <w:rsid w:val="001E47B6"/>
    <w:rsid w:val="00207DF5"/>
    <w:rsid w:val="00220D97"/>
    <w:rsid w:val="00270D90"/>
    <w:rsid w:val="00280E07"/>
    <w:rsid w:val="00290AB7"/>
    <w:rsid w:val="002B3801"/>
    <w:rsid w:val="002B49D8"/>
    <w:rsid w:val="002C31BF"/>
    <w:rsid w:val="002D08B1"/>
    <w:rsid w:val="002E0CD7"/>
    <w:rsid w:val="00301F1C"/>
    <w:rsid w:val="00341DCF"/>
    <w:rsid w:val="00343F31"/>
    <w:rsid w:val="00357BC6"/>
    <w:rsid w:val="003956C6"/>
    <w:rsid w:val="0039579F"/>
    <w:rsid w:val="003C4FBB"/>
    <w:rsid w:val="003F2B8F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B713D"/>
    <w:rsid w:val="004C4399"/>
    <w:rsid w:val="004C787C"/>
    <w:rsid w:val="004D6D4D"/>
    <w:rsid w:val="004E143C"/>
    <w:rsid w:val="004E3A53"/>
    <w:rsid w:val="004F20BC"/>
    <w:rsid w:val="004F4B9B"/>
    <w:rsid w:val="004F69EA"/>
    <w:rsid w:val="004F79FF"/>
    <w:rsid w:val="00511AB9"/>
    <w:rsid w:val="00523EA7"/>
    <w:rsid w:val="00553375"/>
    <w:rsid w:val="00557C28"/>
    <w:rsid w:val="005736B7"/>
    <w:rsid w:val="00575E5A"/>
    <w:rsid w:val="00597386"/>
    <w:rsid w:val="005F1404"/>
    <w:rsid w:val="005F628F"/>
    <w:rsid w:val="0061068E"/>
    <w:rsid w:val="00645A29"/>
    <w:rsid w:val="00652FE1"/>
    <w:rsid w:val="00660AD3"/>
    <w:rsid w:val="00667F1C"/>
    <w:rsid w:val="00677B7F"/>
    <w:rsid w:val="006A5570"/>
    <w:rsid w:val="006A689C"/>
    <w:rsid w:val="006B1150"/>
    <w:rsid w:val="006B3D79"/>
    <w:rsid w:val="006D7AFE"/>
    <w:rsid w:val="006E0578"/>
    <w:rsid w:val="006E314D"/>
    <w:rsid w:val="00710723"/>
    <w:rsid w:val="00723ED1"/>
    <w:rsid w:val="0074101C"/>
    <w:rsid w:val="00743525"/>
    <w:rsid w:val="0076286B"/>
    <w:rsid w:val="007651F6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77A5C"/>
    <w:rsid w:val="00886554"/>
    <w:rsid w:val="00886D4B"/>
    <w:rsid w:val="00895406"/>
    <w:rsid w:val="00897B1D"/>
    <w:rsid w:val="008A3568"/>
    <w:rsid w:val="008D03B9"/>
    <w:rsid w:val="008E78DD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E2E1C"/>
    <w:rsid w:val="009F392E"/>
    <w:rsid w:val="009F5ACA"/>
    <w:rsid w:val="00A1780E"/>
    <w:rsid w:val="00A6177B"/>
    <w:rsid w:val="00A66136"/>
    <w:rsid w:val="00AA3ACF"/>
    <w:rsid w:val="00AA4CBB"/>
    <w:rsid w:val="00AA65FA"/>
    <w:rsid w:val="00AA7351"/>
    <w:rsid w:val="00AD056F"/>
    <w:rsid w:val="00AD6731"/>
    <w:rsid w:val="00B0233A"/>
    <w:rsid w:val="00B15D0D"/>
    <w:rsid w:val="00B75EE1"/>
    <w:rsid w:val="00B77481"/>
    <w:rsid w:val="00B8518B"/>
    <w:rsid w:val="00BB4877"/>
    <w:rsid w:val="00BB4DBC"/>
    <w:rsid w:val="00BD7E91"/>
    <w:rsid w:val="00C02D0A"/>
    <w:rsid w:val="00C03A6E"/>
    <w:rsid w:val="00C3471C"/>
    <w:rsid w:val="00C44F6A"/>
    <w:rsid w:val="00C47AE3"/>
    <w:rsid w:val="00C84E41"/>
    <w:rsid w:val="00CD0AFE"/>
    <w:rsid w:val="00CD1FC4"/>
    <w:rsid w:val="00CF102E"/>
    <w:rsid w:val="00D2070F"/>
    <w:rsid w:val="00D21061"/>
    <w:rsid w:val="00D4108E"/>
    <w:rsid w:val="00D6163D"/>
    <w:rsid w:val="00D72837"/>
    <w:rsid w:val="00D73D46"/>
    <w:rsid w:val="00D831A3"/>
    <w:rsid w:val="00DC75F3"/>
    <w:rsid w:val="00DC7E2D"/>
    <w:rsid w:val="00DD46F3"/>
    <w:rsid w:val="00DE56F2"/>
    <w:rsid w:val="00DF116D"/>
    <w:rsid w:val="00E04F11"/>
    <w:rsid w:val="00E2230B"/>
    <w:rsid w:val="00E36C4A"/>
    <w:rsid w:val="00E64087"/>
    <w:rsid w:val="00EB104F"/>
    <w:rsid w:val="00EC0859"/>
    <w:rsid w:val="00ED14BD"/>
    <w:rsid w:val="00EF34F2"/>
    <w:rsid w:val="00F0533E"/>
    <w:rsid w:val="00F1048D"/>
    <w:rsid w:val="00F12DEC"/>
    <w:rsid w:val="00F1715C"/>
    <w:rsid w:val="00F310F8"/>
    <w:rsid w:val="00F35939"/>
    <w:rsid w:val="00F3770F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C84E41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E2230B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2230B"/>
    <w:pPr>
      <w:widowControl w:val="0"/>
      <w:autoSpaceDE w:val="0"/>
      <w:spacing w:before="120"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223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3" ma:contentTypeDescription="Vytvoří nový dokument" ma:contentTypeScope="" ma:versionID="2c858d4332f0f15cc900d1b9ba2aff3e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4e93943017efda27e10ef089978460bc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E62B9-3560-4E0C-9821-C8511FF94E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0f27ddae-e1cd-4a23-ab4b-89728a927db5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309312-23C9-40F8-A058-4BB68B759A8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25</cp:revision>
  <cp:lastPrinted>2017-11-28T17:18:00Z</cp:lastPrinted>
  <dcterms:created xsi:type="dcterms:W3CDTF">2023-03-27T14:37:00Z</dcterms:created>
  <dcterms:modified xsi:type="dcterms:W3CDTF">2025-08-06T09:41:00Z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  <property fmtid="{D5CDD505-2E9C-101B-9397-08002B2CF9AE}" pid="3" name="URL">
    <vt:lpwstr/>
  </property>
</Properties>
</file>